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00" w:rsidRDefault="001807BA">
      <w:pPr>
        <w:pStyle w:val="Standard"/>
      </w:pPr>
      <w:r>
        <w:rPr>
          <w:b/>
        </w:rPr>
        <w:t>Supplemental Algebra</w:t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7000" w:rsidRDefault="001807BA">
      <w:pPr>
        <w:pStyle w:val="Standard"/>
        <w:rPr>
          <w:b/>
        </w:rPr>
      </w:pPr>
      <w:r>
        <w:rPr>
          <w:b/>
        </w:rPr>
        <w:t>Mrs. Britton/Mrs. Arrante</w:t>
      </w:r>
    </w:p>
    <w:p w:rsidR="00A57000" w:rsidRDefault="001807BA">
      <w:pPr>
        <w:pStyle w:val="Standard"/>
      </w:pPr>
      <w:r>
        <w:rPr>
          <w:b/>
        </w:rPr>
        <w:t>Compound Inequalities #1</w:t>
      </w:r>
      <w:r>
        <w:rPr>
          <w:b/>
        </w:rPr>
        <w:tab/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7000" w:rsidRDefault="00A57000">
      <w:pPr>
        <w:pStyle w:val="Standard"/>
      </w:pPr>
    </w:p>
    <w:p w:rsidR="00A57000" w:rsidRDefault="00A57000">
      <w:pPr>
        <w:pStyle w:val="Standard"/>
        <w:rPr>
          <w:sz w:val="10"/>
          <w:szCs w:val="10"/>
        </w:rPr>
      </w:pPr>
    </w:p>
    <w:p w:rsidR="00A57000" w:rsidRDefault="001807BA">
      <w:pPr>
        <w:pStyle w:val="Standard"/>
      </w:pPr>
      <w:r>
        <w:rPr>
          <w:b/>
          <w:i/>
          <w:sz w:val="28"/>
          <w:szCs w:val="28"/>
        </w:rPr>
        <w:t>Solve and graph the inequality</w:t>
      </w:r>
    </w:p>
    <w:p w:rsidR="00A57000" w:rsidRDefault="00A57000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1.     </w:t>
            </w:r>
            <w:r w:rsidR="00A57000">
              <w:object w:dxaOrig="1719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2" o:spid="_x0000_i1025" type="#_x0000_t75" style="width:86.25pt;height:14.25pt;visibility:visible;mso-wrap-style:square" o:ole="">
                  <v:imagedata r:id="rId6" o:title=""/>
                </v:shape>
                <o:OLEObject Type="Embed" ProgID="Equation.DSMT4" ShapeID="Object 12" DrawAspect="Content" ObjectID="_1509170565" r:id="rId7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" name="Picture 1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  <w:tabs>
                <w:tab w:val="left" w:pos="1305"/>
              </w:tabs>
            </w:pPr>
            <w:r>
              <w:t xml:space="preserve">2.   </w:t>
            </w:r>
            <w:r w:rsidR="00A57000">
              <w:object w:dxaOrig="1599" w:dyaOrig="280">
                <v:shape id="_x0000_i1026" type="#_x0000_t75" style="width:80.25pt;height:14.25pt;visibility:visible;mso-wrap-style:square" o:ole="">
                  <v:imagedata r:id="rId9" o:title=""/>
                </v:shape>
                <o:OLEObject Type="Embed" ProgID="Equation.DSMT4" ShapeID="_x0000_i1026" DrawAspect="Content" ObjectID="_1509170566" r:id="rId10"/>
              </w:object>
            </w: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A57000">
            <w:pPr>
              <w:pStyle w:val="Standard"/>
              <w:tabs>
                <w:tab w:val="left" w:pos="1305"/>
              </w:tabs>
            </w:pPr>
          </w:p>
          <w:p w:rsidR="00A57000" w:rsidRDefault="001807BA">
            <w:pPr>
              <w:pStyle w:val="Standard"/>
              <w:tabs>
                <w:tab w:val="left" w:pos="1305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2" name="Picture 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3.     </w:t>
            </w:r>
            <w:r w:rsidR="00A57000">
              <w:object w:dxaOrig="1319" w:dyaOrig="280">
                <v:shape id="Object 2" o:spid="_x0000_i1027" type="#_x0000_t75" style="width:66pt;height:14.25pt;visibility:visible;mso-wrap-style:square" o:ole="">
                  <v:imagedata r:id="rId11" o:title=""/>
                </v:shape>
                <o:OLEObject Type="Embed" ProgID="Equation.DSMT4" ShapeID="Object 2" DrawAspect="Content" ObjectID="_1509170567" r:id="rId12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3" name="Picture 3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4.     </w:t>
            </w:r>
            <w:r w:rsidR="00A57000">
              <w:object w:dxaOrig="1459" w:dyaOrig="280">
                <v:shape id="Object 3" o:spid="_x0000_i1028" type="#_x0000_t75" style="width:72.75pt;height:14.25pt;visibility:visible;mso-wrap-style:square" o:ole="">
                  <v:imagedata r:id="rId13" o:title=""/>
                </v:shape>
                <o:OLEObject Type="Embed" ProgID="Equation.DSMT4" ShapeID="Object 3" DrawAspect="Content" ObjectID="_1509170568" r:id="rId14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4" name="Picture 4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5.     </w:t>
            </w:r>
            <w:r w:rsidR="00A57000">
              <w:object w:dxaOrig="2079" w:dyaOrig="280">
                <v:shape id="Object 4" o:spid="_x0000_i1029" type="#_x0000_t75" style="width:104.25pt;height:14.25pt;visibility:visible;mso-wrap-style:square" o:ole="">
                  <v:imagedata r:id="rId15" o:title=""/>
                </v:shape>
                <o:OLEObject Type="Embed" ProgID="Equation.DSMT4" ShapeID="Object 4" DrawAspect="Content" ObjectID="_1509170569" r:id="rId16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5" name="Picture 5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6.     </w:t>
            </w:r>
            <w:r w:rsidR="00A57000">
              <w:object w:dxaOrig="1659" w:dyaOrig="280">
                <v:shape id="Object 5" o:spid="_x0000_i1030" type="#_x0000_t75" style="width:83.25pt;height:14.25pt;visibility:visible;mso-wrap-style:square" o:ole="">
                  <v:imagedata r:id="rId17" o:title=""/>
                </v:shape>
                <o:OLEObject Type="Embed" ProgID="Equation.DSMT4" ShapeID="Object 5" DrawAspect="Content" ObjectID="_1509170570" r:id="rId18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6" name="Picture 6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lastRenderedPageBreak/>
              <w:t xml:space="preserve">7.     </w:t>
            </w:r>
            <w:r w:rsidR="00A57000">
              <w:object w:dxaOrig="1539" w:dyaOrig="280">
                <v:shape id="Object 6" o:spid="_x0000_i1031" type="#_x0000_t75" style="width:77.25pt;height:14.25pt;visibility:visible;mso-wrap-style:square" o:ole="">
                  <v:imagedata r:id="rId19" o:title=""/>
                </v:shape>
                <o:OLEObject Type="Embed" ProgID="Equation.DSMT4" ShapeID="Object 6" DrawAspect="Content" ObjectID="_1509170571" r:id="rId20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7" name="Picture 7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8.     </w:t>
            </w:r>
            <w:r w:rsidR="00A57000">
              <w:object w:dxaOrig="1859" w:dyaOrig="280">
                <v:shape id="Object 7" o:spid="_x0000_i1032" type="#_x0000_t75" style="width:93pt;height:14.25pt;visibility:visible;mso-wrap-style:square" o:ole="">
                  <v:imagedata r:id="rId21" o:title=""/>
                </v:shape>
                <o:OLEObject Type="Embed" ProgID="Equation.DSMT4" ShapeID="Object 7" DrawAspect="Content" ObjectID="_1509170572" r:id="rId22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8" name="Picture 8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9.     </w:t>
            </w:r>
            <w:r w:rsidR="00A57000">
              <w:object w:dxaOrig="1619" w:dyaOrig="620">
                <v:shape id="Object 8" o:spid="_x0000_i1033" type="#_x0000_t75" style="width:81pt;height:30.75pt;visibility:visible;mso-wrap-style:square" o:ole="">
                  <v:imagedata r:id="rId23" o:title=""/>
                </v:shape>
                <o:OLEObject Type="Embed" ProgID="Equation.DSMT4" ShapeID="Object 8" DrawAspect="Content" ObjectID="_1509170573" r:id="rId24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9" name="Picture 9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10.     </w:t>
            </w:r>
            <w:r w:rsidR="00A57000">
              <w:object w:dxaOrig="1399" w:dyaOrig="620">
                <v:shape id="Object 9" o:spid="_x0000_i1034" type="#_x0000_t75" style="width:69.75pt;height:30.75pt;visibility:visible;mso-wrap-style:square" o:ole="">
                  <v:imagedata r:id="rId25" o:title=""/>
                </v:shape>
                <o:OLEObject Type="Embed" ProgID="Equation.DSMT4" ShapeID="Object 9" DrawAspect="Content" ObjectID="_1509170574" r:id="rId26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0" name="Picture 10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000" w:rsidTr="00A57000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11.     </w:t>
            </w:r>
            <w:r w:rsidR="00A57000">
              <w:object w:dxaOrig="2459" w:dyaOrig="280">
                <v:shape id="Object 10" o:spid="_x0000_i1035" type="#_x0000_t75" style="width:123pt;height:14.25pt;visibility:visible;mso-wrap-style:square" o:ole="">
                  <v:imagedata r:id="rId27" o:title=""/>
                </v:shape>
                <o:OLEObject Type="Embed" ProgID="Equation.DSMT4" ShapeID="Object 10" DrawAspect="Content" ObjectID="_1509170575" r:id="rId28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1" name="Picture 11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000" w:rsidRDefault="001807BA">
            <w:pPr>
              <w:pStyle w:val="Standard"/>
            </w:pPr>
            <w:r>
              <w:t xml:space="preserve">12.     </w:t>
            </w:r>
            <w:r w:rsidR="00A57000">
              <w:object w:dxaOrig="2099" w:dyaOrig="280">
                <v:shape id="Object 11" o:spid="_x0000_i1036" type="#_x0000_t75" style="width:105pt;height:14.25pt;visibility:visible;mso-wrap-style:square" o:ole="">
                  <v:imagedata r:id="rId29" o:title=""/>
                </v:shape>
                <o:OLEObject Type="Embed" ProgID="Equation.DSMT4" ShapeID="Object 11" DrawAspect="Content" ObjectID="_1509170576" r:id="rId30"/>
              </w:object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  <w:p w:rsidR="00A57000" w:rsidRDefault="001807BA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2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7000" w:rsidRDefault="00A57000">
            <w:pPr>
              <w:pStyle w:val="Standard"/>
            </w:pPr>
          </w:p>
          <w:p w:rsidR="00A57000" w:rsidRDefault="00A57000">
            <w:pPr>
              <w:pStyle w:val="Standard"/>
            </w:pPr>
          </w:p>
        </w:tc>
      </w:tr>
    </w:tbl>
    <w:p w:rsidR="00A57000" w:rsidRDefault="00A57000">
      <w:pPr>
        <w:pStyle w:val="Standard"/>
      </w:pPr>
    </w:p>
    <w:sectPr w:rsidR="00A57000" w:rsidSect="00A57000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000" w:rsidRDefault="00A57000" w:rsidP="00A57000">
      <w:r>
        <w:separator/>
      </w:r>
    </w:p>
  </w:endnote>
  <w:endnote w:type="continuationSeparator" w:id="0">
    <w:p w:rsidR="00A57000" w:rsidRDefault="00A57000" w:rsidP="00A57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000" w:rsidRDefault="001807BA" w:rsidP="00A57000">
      <w:r w:rsidRPr="00A57000">
        <w:rPr>
          <w:color w:val="000000"/>
        </w:rPr>
        <w:separator/>
      </w:r>
    </w:p>
  </w:footnote>
  <w:footnote w:type="continuationSeparator" w:id="0">
    <w:p w:rsidR="00A57000" w:rsidRDefault="00A57000" w:rsidP="00A570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7000"/>
    <w:rsid w:val="001807BA"/>
    <w:rsid w:val="00A5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7000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57000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5700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57000"/>
    <w:pPr>
      <w:spacing w:after="120"/>
    </w:pPr>
  </w:style>
  <w:style w:type="paragraph" w:styleId="List">
    <w:name w:val="List"/>
    <w:basedOn w:val="Textbody"/>
    <w:rsid w:val="00A57000"/>
    <w:rPr>
      <w:rFonts w:cs="Mangal"/>
    </w:rPr>
  </w:style>
  <w:style w:type="paragraph" w:styleId="Caption">
    <w:name w:val="caption"/>
    <w:basedOn w:val="Standard"/>
    <w:rsid w:val="00A5700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57000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A57000"/>
    <w:pPr>
      <w:suppressLineNumbers/>
    </w:pPr>
  </w:style>
  <w:style w:type="paragraph" w:customStyle="1" w:styleId="TableHeading">
    <w:name w:val="Table Heading"/>
    <w:basedOn w:val="TableContents"/>
    <w:rsid w:val="00A57000"/>
    <w:pPr>
      <w:jc w:val="center"/>
    </w:pPr>
    <w:rPr>
      <w:b/>
      <w:bCs/>
    </w:rPr>
  </w:style>
  <w:style w:type="character" w:customStyle="1" w:styleId="NumberingSymbols">
    <w:name w:val="Numbering Symbols"/>
    <w:rsid w:val="00A57000"/>
  </w:style>
  <w:style w:type="paragraph" w:styleId="BalloonText">
    <w:name w:val="Balloon Text"/>
    <w:basedOn w:val="Normal"/>
    <w:rsid w:val="00A57000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rsid w:val="00A57000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597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2015-11-16T14:16:00Z</cp:lastPrinted>
  <dcterms:created xsi:type="dcterms:W3CDTF">2015-11-16T14:16:00Z</dcterms:created>
  <dcterms:modified xsi:type="dcterms:W3CDTF">2015-11-16T14:16:00Z</dcterms:modified>
</cp:coreProperties>
</file>